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96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6"/>
        <w:gridCol w:w="3998"/>
        <w:gridCol w:w="2750"/>
        <w:gridCol w:w="936"/>
      </w:tblGrid>
      <w:tr w:rsidR="007C04D9" w14:paraId="2BFECA5A" w14:textId="77777777" w:rsidTr="00F654EB">
        <w:tc>
          <w:tcPr>
            <w:tcW w:w="1956" w:type="dxa"/>
          </w:tcPr>
          <w:p w14:paraId="1A96AD2E" w14:textId="77777777" w:rsidR="007C04D9" w:rsidRDefault="007C04D9" w:rsidP="003F3B4E">
            <w:pPr>
              <w:pStyle w:val="Brnopopis"/>
            </w:pPr>
            <w:r w:rsidRPr="00416897">
              <w:t>VÁŠ DOPIS Č. J.:</w:t>
            </w:r>
          </w:p>
        </w:tc>
        <w:tc>
          <w:tcPr>
            <w:tcW w:w="3998" w:type="dxa"/>
          </w:tcPr>
          <w:p w14:paraId="217E6B92" w14:textId="319F93C4" w:rsidR="007C04D9" w:rsidRDefault="003F7E16" w:rsidP="003F3B4E">
            <w:pPr>
              <w:pStyle w:val="Brnopopistext"/>
            </w:pPr>
            <w:r>
              <w:t>MMB/0436183/2021</w:t>
            </w:r>
          </w:p>
        </w:tc>
        <w:tc>
          <w:tcPr>
            <w:tcW w:w="3686" w:type="dxa"/>
            <w:gridSpan w:val="2"/>
            <w:vMerge w:val="restart"/>
          </w:tcPr>
          <w:p w14:paraId="23346476" w14:textId="2F35F2CA" w:rsidR="00CE069D" w:rsidRPr="007C04D9" w:rsidRDefault="00CE069D" w:rsidP="007C04D9">
            <w:pPr>
              <w:pStyle w:val="Brnopopistext"/>
            </w:pPr>
          </w:p>
        </w:tc>
      </w:tr>
      <w:tr w:rsidR="007C04D9" w14:paraId="27653411" w14:textId="77777777" w:rsidTr="00F654EB">
        <w:tc>
          <w:tcPr>
            <w:tcW w:w="1956" w:type="dxa"/>
          </w:tcPr>
          <w:p w14:paraId="68A59D1C" w14:textId="77777777" w:rsidR="007C04D9" w:rsidRDefault="007C04D9" w:rsidP="003F3B4E">
            <w:pPr>
              <w:pStyle w:val="Brnopopis"/>
            </w:pPr>
            <w:r w:rsidRPr="00416897">
              <w:t>ZE DNE:</w:t>
            </w:r>
          </w:p>
        </w:tc>
        <w:tc>
          <w:tcPr>
            <w:tcW w:w="3998" w:type="dxa"/>
          </w:tcPr>
          <w:p w14:paraId="348920C7" w14:textId="3D55906E" w:rsidR="007C04D9" w:rsidRDefault="006F6FB2" w:rsidP="003F3B4E">
            <w:pPr>
              <w:pStyle w:val="Brnopopistext"/>
            </w:pPr>
            <w:r>
              <w:t>2</w:t>
            </w:r>
            <w:r w:rsidR="003F7E16">
              <w:t>0</w:t>
            </w:r>
            <w:r w:rsidR="00617502">
              <w:t xml:space="preserve">. </w:t>
            </w:r>
            <w:r w:rsidR="006C1A1F">
              <w:t>0</w:t>
            </w:r>
            <w:r w:rsidR="003F7E16">
              <w:t>8</w:t>
            </w:r>
            <w:r w:rsidR="00732B07">
              <w:t>.</w:t>
            </w:r>
            <w:r w:rsidR="008340C6" w:rsidRPr="00402928">
              <w:t>20</w:t>
            </w:r>
            <w:r w:rsidR="006C1A1F">
              <w:t>21</w:t>
            </w:r>
          </w:p>
        </w:tc>
        <w:tc>
          <w:tcPr>
            <w:tcW w:w="3686" w:type="dxa"/>
            <w:gridSpan w:val="2"/>
            <w:vMerge/>
          </w:tcPr>
          <w:p w14:paraId="0BBB3176" w14:textId="77777777" w:rsidR="007C04D9" w:rsidRDefault="007C04D9" w:rsidP="003F3B4E">
            <w:pPr>
              <w:pStyle w:val="Brnopopistext"/>
            </w:pPr>
          </w:p>
        </w:tc>
      </w:tr>
      <w:tr w:rsidR="007C04D9" w14:paraId="78915DC9" w14:textId="77777777" w:rsidTr="00F654EB">
        <w:tc>
          <w:tcPr>
            <w:tcW w:w="1956" w:type="dxa"/>
          </w:tcPr>
          <w:p w14:paraId="708B2C7E" w14:textId="77777777" w:rsidR="007C04D9" w:rsidRPr="003F3B4E" w:rsidRDefault="007C04D9" w:rsidP="003F3B4E">
            <w:pPr>
              <w:pStyle w:val="Brnopopis"/>
            </w:pPr>
            <w:r w:rsidRPr="00416897">
              <w:t>NAŠE Č. J.:</w:t>
            </w:r>
          </w:p>
        </w:tc>
        <w:tc>
          <w:tcPr>
            <w:tcW w:w="3998" w:type="dxa"/>
          </w:tcPr>
          <w:p w14:paraId="2636C015" w14:textId="77777777" w:rsidR="007C04D9" w:rsidRPr="003F3B4E" w:rsidRDefault="007C04D9" w:rsidP="003F3B4E">
            <w:pPr>
              <w:pStyle w:val="Brnopopistext"/>
            </w:pPr>
          </w:p>
        </w:tc>
        <w:tc>
          <w:tcPr>
            <w:tcW w:w="3686" w:type="dxa"/>
            <w:gridSpan w:val="2"/>
            <w:vMerge/>
          </w:tcPr>
          <w:p w14:paraId="1D73A518" w14:textId="77777777" w:rsidR="007C04D9" w:rsidRDefault="007C04D9" w:rsidP="003F3B4E">
            <w:pPr>
              <w:pStyle w:val="Brnopopistext"/>
            </w:pPr>
          </w:p>
        </w:tc>
      </w:tr>
      <w:tr w:rsidR="007C04D9" w14:paraId="1F5DA1CB" w14:textId="77777777" w:rsidTr="00F654EB">
        <w:tc>
          <w:tcPr>
            <w:tcW w:w="1956" w:type="dxa"/>
          </w:tcPr>
          <w:p w14:paraId="7BC7E093" w14:textId="77777777" w:rsidR="007C04D9" w:rsidRPr="003F3B4E" w:rsidRDefault="007C04D9" w:rsidP="003F3B4E">
            <w:pPr>
              <w:pStyle w:val="Brnopopis"/>
            </w:pPr>
            <w:r w:rsidRPr="00416897">
              <w:t>SPIS. ZN.:</w:t>
            </w:r>
          </w:p>
        </w:tc>
        <w:tc>
          <w:tcPr>
            <w:tcW w:w="3998" w:type="dxa"/>
          </w:tcPr>
          <w:p w14:paraId="3DFF71A5" w14:textId="13D1683C" w:rsidR="007C04D9" w:rsidRPr="003F3B4E" w:rsidRDefault="007C04D9" w:rsidP="003F3B4E">
            <w:pPr>
              <w:pStyle w:val="Brnopopistext"/>
            </w:pPr>
          </w:p>
        </w:tc>
        <w:tc>
          <w:tcPr>
            <w:tcW w:w="3686" w:type="dxa"/>
            <w:gridSpan w:val="2"/>
            <w:vMerge/>
          </w:tcPr>
          <w:p w14:paraId="0BB7A5BB" w14:textId="77777777" w:rsidR="007C04D9" w:rsidRDefault="007C04D9" w:rsidP="003F3B4E">
            <w:pPr>
              <w:pStyle w:val="Brnopopistext"/>
            </w:pPr>
          </w:p>
        </w:tc>
      </w:tr>
      <w:tr w:rsidR="007C04D9" w14:paraId="4ABBEDFC" w14:textId="77777777" w:rsidTr="00F654EB">
        <w:tc>
          <w:tcPr>
            <w:tcW w:w="1956" w:type="dxa"/>
          </w:tcPr>
          <w:p w14:paraId="6614BEB0" w14:textId="77777777" w:rsidR="007C04D9" w:rsidRPr="003F3B4E" w:rsidRDefault="007C04D9" w:rsidP="003F3B4E">
            <w:pPr>
              <w:pStyle w:val="Brnopopis"/>
            </w:pPr>
          </w:p>
        </w:tc>
        <w:tc>
          <w:tcPr>
            <w:tcW w:w="3998" w:type="dxa"/>
          </w:tcPr>
          <w:p w14:paraId="44E44CE4" w14:textId="77777777" w:rsidR="007C04D9" w:rsidRPr="003F3B4E" w:rsidRDefault="007C04D9" w:rsidP="003F3B4E">
            <w:pPr>
              <w:pStyle w:val="Brnopopistext"/>
            </w:pPr>
          </w:p>
        </w:tc>
        <w:tc>
          <w:tcPr>
            <w:tcW w:w="3686" w:type="dxa"/>
            <w:gridSpan w:val="2"/>
            <w:vMerge/>
          </w:tcPr>
          <w:p w14:paraId="05669056" w14:textId="77777777" w:rsidR="007C04D9" w:rsidRDefault="007C04D9" w:rsidP="003F3B4E">
            <w:pPr>
              <w:pStyle w:val="Brnopopistext"/>
            </w:pPr>
          </w:p>
        </w:tc>
      </w:tr>
      <w:tr w:rsidR="007C04D9" w14:paraId="33814DB6" w14:textId="77777777" w:rsidTr="00F654EB">
        <w:tc>
          <w:tcPr>
            <w:tcW w:w="1956" w:type="dxa"/>
          </w:tcPr>
          <w:p w14:paraId="26A5C5F9" w14:textId="77777777" w:rsidR="007C04D9" w:rsidRPr="003F3B4E" w:rsidRDefault="007C04D9" w:rsidP="003F3B4E">
            <w:pPr>
              <w:pStyle w:val="Brnopopis"/>
            </w:pPr>
            <w:r w:rsidRPr="00416897">
              <w:t>VYŘIZUJE:</w:t>
            </w:r>
          </w:p>
        </w:tc>
        <w:tc>
          <w:tcPr>
            <w:tcW w:w="3998" w:type="dxa"/>
          </w:tcPr>
          <w:p w14:paraId="40A8AABD" w14:textId="77777777" w:rsidR="007C04D9" w:rsidRPr="003F3B4E" w:rsidRDefault="008340C6" w:rsidP="003F3B4E">
            <w:pPr>
              <w:pStyle w:val="Brnopopistext"/>
            </w:pPr>
            <w:r>
              <w:t>Mgr. Ladislav Zajíc</w:t>
            </w:r>
          </w:p>
        </w:tc>
        <w:tc>
          <w:tcPr>
            <w:tcW w:w="3686" w:type="dxa"/>
            <w:gridSpan w:val="2"/>
            <w:vMerge/>
          </w:tcPr>
          <w:p w14:paraId="21AAE0DD" w14:textId="77777777" w:rsidR="007C04D9" w:rsidRDefault="007C04D9" w:rsidP="003F3B4E">
            <w:pPr>
              <w:pStyle w:val="Brnopopistext"/>
            </w:pPr>
          </w:p>
        </w:tc>
      </w:tr>
      <w:tr w:rsidR="007C04D9" w14:paraId="320D4789" w14:textId="77777777" w:rsidTr="00F654EB">
        <w:tc>
          <w:tcPr>
            <w:tcW w:w="1956" w:type="dxa"/>
          </w:tcPr>
          <w:p w14:paraId="028F0747" w14:textId="77777777" w:rsidR="007C04D9" w:rsidRPr="00416897" w:rsidRDefault="007C04D9" w:rsidP="003F3B4E">
            <w:pPr>
              <w:pStyle w:val="Brnopopis"/>
            </w:pPr>
            <w:r w:rsidRPr="00416897">
              <w:t>TELEFON:</w:t>
            </w:r>
          </w:p>
        </w:tc>
        <w:tc>
          <w:tcPr>
            <w:tcW w:w="3998" w:type="dxa"/>
          </w:tcPr>
          <w:p w14:paraId="4416DF32" w14:textId="77777777" w:rsidR="007C04D9" w:rsidRPr="003F3B4E" w:rsidRDefault="008340C6" w:rsidP="003F3B4E">
            <w:pPr>
              <w:pStyle w:val="Brnopopistext"/>
            </w:pPr>
            <w:r>
              <w:t>+420 542 173 511</w:t>
            </w:r>
          </w:p>
        </w:tc>
        <w:tc>
          <w:tcPr>
            <w:tcW w:w="3686" w:type="dxa"/>
            <w:gridSpan w:val="2"/>
            <w:vMerge/>
          </w:tcPr>
          <w:p w14:paraId="3C7D680B" w14:textId="77777777" w:rsidR="007C04D9" w:rsidRDefault="007C04D9" w:rsidP="003F3B4E">
            <w:pPr>
              <w:pStyle w:val="Brnopopistext"/>
            </w:pPr>
          </w:p>
        </w:tc>
      </w:tr>
      <w:tr w:rsidR="007C04D9" w14:paraId="304FB0EF" w14:textId="77777777" w:rsidTr="00F654EB">
        <w:tc>
          <w:tcPr>
            <w:tcW w:w="1956" w:type="dxa"/>
          </w:tcPr>
          <w:p w14:paraId="427E2EEE" w14:textId="77777777" w:rsidR="007C04D9" w:rsidRPr="00416897" w:rsidRDefault="007C04D9" w:rsidP="003F3B4E">
            <w:pPr>
              <w:pStyle w:val="Brnopopis"/>
            </w:pPr>
            <w:r w:rsidRPr="00416897">
              <w:t>E-MAIL:</w:t>
            </w:r>
          </w:p>
        </w:tc>
        <w:tc>
          <w:tcPr>
            <w:tcW w:w="3998" w:type="dxa"/>
          </w:tcPr>
          <w:p w14:paraId="7DDB4A55" w14:textId="77777777" w:rsidR="007C04D9" w:rsidRPr="003F3B4E" w:rsidRDefault="008340C6" w:rsidP="003F3B4E">
            <w:pPr>
              <w:pStyle w:val="Brnopopistext"/>
            </w:pPr>
            <w:r>
              <w:t>zajic.ladislav@brno.cz</w:t>
            </w:r>
          </w:p>
        </w:tc>
        <w:tc>
          <w:tcPr>
            <w:tcW w:w="3686" w:type="dxa"/>
            <w:gridSpan w:val="2"/>
            <w:vMerge/>
          </w:tcPr>
          <w:p w14:paraId="60BF91F8" w14:textId="77777777" w:rsidR="007C04D9" w:rsidRDefault="007C04D9" w:rsidP="003F3B4E">
            <w:pPr>
              <w:pStyle w:val="Brnopopistext"/>
            </w:pPr>
          </w:p>
        </w:tc>
      </w:tr>
      <w:tr w:rsidR="008340C6" w14:paraId="1EF6CAB1" w14:textId="77777777" w:rsidTr="00F654EB">
        <w:tc>
          <w:tcPr>
            <w:tcW w:w="1956" w:type="dxa"/>
          </w:tcPr>
          <w:p w14:paraId="7C43927E" w14:textId="77777777" w:rsidR="008340C6" w:rsidRPr="00416897" w:rsidRDefault="008340C6" w:rsidP="003F3B4E">
            <w:pPr>
              <w:pStyle w:val="Brnopopis"/>
            </w:pPr>
            <w:r>
              <w:t>ID DATOVÉ SCHRÁNKY</w:t>
            </w:r>
          </w:p>
        </w:tc>
        <w:tc>
          <w:tcPr>
            <w:tcW w:w="3998" w:type="dxa"/>
          </w:tcPr>
          <w:p w14:paraId="4757EB87" w14:textId="77777777" w:rsidR="008340C6" w:rsidRDefault="008340C6" w:rsidP="003F3B4E">
            <w:pPr>
              <w:pStyle w:val="Brnopopistext"/>
            </w:pPr>
            <w:r>
              <w:t>a7kbrrn</w:t>
            </w:r>
          </w:p>
        </w:tc>
        <w:tc>
          <w:tcPr>
            <w:tcW w:w="3686" w:type="dxa"/>
            <w:gridSpan w:val="2"/>
          </w:tcPr>
          <w:p w14:paraId="12F36859" w14:textId="77777777" w:rsidR="008340C6" w:rsidRDefault="008340C6" w:rsidP="003F3B4E">
            <w:pPr>
              <w:pStyle w:val="Brnopopistext"/>
            </w:pPr>
          </w:p>
        </w:tc>
      </w:tr>
      <w:tr w:rsidR="00416897" w14:paraId="723C354F" w14:textId="77777777" w:rsidTr="00F654EB">
        <w:tc>
          <w:tcPr>
            <w:tcW w:w="1956" w:type="dxa"/>
          </w:tcPr>
          <w:p w14:paraId="7CCAB027" w14:textId="77777777" w:rsidR="00416897" w:rsidRPr="00416897" w:rsidRDefault="00416897" w:rsidP="003F3B4E">
            <w:pPr>
              <w:pStyle w:val="Brnopopis"/>
            </w:pPr>
          </w:p>
        </w:tc>
        <w:tc>
          <w:tcPr>
            <w:tcW w:w="3998" w:type="dxa"/>
          </w:tcPr>
          <w:p w14:paraId="06D4CFCB" w14:textId="77777777" w:rsidR="00416897" w:rsidRPr="003F3B4E" w:rsidRDefault="00416897" w:rsidP="003F3B4E">
            <w:pPr>
              <w:pStyle w:val="Brnopopistext"/>
            </w:pPr>
          </w:p>
        </w:tc>
        <w:tc>
          <w:tcPr>
            <w:tcW w:w="2750" w:type="dxa"/>
          </w:tcPr>
          <w:p w14:paraId="2D344988" w14:textId="77777777" w:rsidR="00416897" w:rsidRDefault="00416897" w:rsidP="003F3B4E">
            <w:pPr>
              <w:pStyle w:val="Brnopopis"/>
            </w:pPr>
          </w:p>
        </w:tc>
        <w:tc>
          <w:tcPr>
            <w:tcW w:w="936" w:type="dxa"/>
          </w:tcPr>
          <w:p w14:paraId="49F5B561" w14:textId="77777777" w:rsidR="00416897" w:rsidRDefault="00416897" w:rsidP="003F3B4E">
            <w:pPr>
              <w:pStyle w:val="Brnopopistext"/>
            </w:pPr>
          </w:p>
        </w:tc>
      </w:tr>
      <w:tr w:rsidR="00416897" w14:paraId="6F002800" w14:textId="77777777" w:rsidTr="00F654EB">
        <w:tc>
          <w:tcPr>
            <w:tcW w:w="1956" w:type="dxa"/>
          </w:tcPr>
          <w:p w14:paraId="0AD60732" w14:textId="77777777" w:rsidR="00416897" w:rsidRPr="00416897" w:rsidRDefault="00416897" w:rsidP="003F3B4E">
            <w:pPr>
              <w:pStyle w:val="Brnopopis"/>
            </w:pPr>
            <w:r w:rsidRPr="00416897">
              <w:t>DATUM:</w:t>
            </w:r>
          </w:p>
        </w:tc>
        <w:tc>
          <w:tcPr>
            <w:tcW w:w="3998" w:type="dxa"/>
          </w:tcPr>
          <w:p w14:paraId="4FDEC76E" w14:textId="5B9B6B22" w:rsidR="00416897" w:rsidRPr="0031159C" w:rsidRDefault="003F7E16" w:rsidP="003F3B4E">
            <w:pPr>
              <w:pStyle w:val="Brnopopistext"/>
              <w:rPr>
                <w:highlight w:val="yellow"/>
              </w:rPr>
            </w:pPr>
            <w:r>
              <w:t>25</w:t>
            </w:r>
            <w:r w:rsidR="00617502">
              <w:t>. 0</w:t>
            </w:r>
            <w:r>
              <w:t>8</w:t>
            </w:r>
            <w:r w:rsidR="00732B07">
              <w:t>.</w:t>
            </w:r>
            <w:r w:rsidR="006C1A1F">
              <w:t>2021</w:t>
            </w:r>
          </w:p>
        </w:tc>
        <w:tc>
          <w:tcPr>
            <w:tcW w:w="2750" w:type="dxa"/>
          </w:tcPr>
          <w:p w14:paraId="30959EA1" w14:textId="77777777" w:rsidR="00416897" w:rsidRDefault="00416897" w:rsidP="003F3B4E">
            <w:pPr>
              <w:pStyle w:val="Brnopopis"/>
            </w:pPr>
          </w:p>
        </w:tc>
        <w:tc>
          <w:tcPr>
            <w:tcW w:w="936" w:type="dxa"/>
          </w:tcPr>
          <w:p w14:paraId="76F34DE4" w14:textId="77777777" w:rsidR="00416897" w:rsidRDefault="00416897" w:rsidP="003F3B4E">
            <w:pPr>
              <w:pStyle w:val="Brnopopistext"/>
            </w:pPr>
          </w:p>
        </w:tc>
      </w:tr>
      <w:tr w:rsidR="005B57AF" w14:paraId="2F24A46B" w14:textId="77777777" w:rsidTr="00F654EB">
        <w:tc>
          <w:tcPr>
            <w:tcW w:w="1956" w:type="dxa"/>
          </w:tcPr>
          <w:p w14:paraId="740B71B9" w14:textId="77777777" w:rsidR="005B57AF" w:rsidRPr="00416897" w:rsidRDefault="000C4F05" w:rsidP="003F3B4E">
            <w:pPr>
              <w:pStyle w:val="Brnopopis"/>
            </w:pPr>
            <w:r>
              <w:t>počet listů</w:t>
            </w:r>
            <w:r w:rsidRPr="00416897">
              <w:t>:</w:t>
            </w:r>
          </w:p>
        </w:tc>
        <w:tc>
          <w:tcPr>
            <w:tcW w:w="3998" w:type="dxa"/>
          </w:tcPr>
          <w:p w14:paraId="7616AB6F" w14:textId="77777777" w:rsidR="000C4F05" w:rsidRDefault="00207BDB" w:rsidP="003F3B4E">
            <w:pPr>
              <w:pStyle w:val="Brnopopistext"/>
            </w:pPr>
            <w:r>
              <w:t>1</w:t>
            </w:r>
          </w:p>
        </w:tc>
        <w:tc>
          <w:tcPr>
            <w:tcW w:w="2750" w:type="dxa"/>
          </w:tcPr>
          <w:p w14:paraId="5EBBAA72" w14:textId="77777777" w:rsidR="005B57AF" w:rsidRPr="00416897" w:rsidRDefault="005B57AF" w:rsidP="003F3B4E">
            <w:pPr>
              <w:pStyle w:val="Brnopopis"/>
            </w:pPr>
          </w:p>
        </w:tc>
        <w:tc>
          <w:tcPr>
            <w:tcW w:w="936" w:type="dxa"/>
          </w:tcPr>
          <w:p w14:paraId="6086D19F" w14:textId="77777777" w:rsidR="005B57AF" w:rsidRDefault="005B57AF" w:rsidP="003F3B4E">
            <w:pPr>
              <w:pStyle w:val="Brnopopistext"/>
            </w:pPr>
          </w:p>
        </w:tc>
      </w:tr>
      <w:tr w:rsidR="00ED04C8" w14:paraId="1EC86A52" w14:textId="77777777" w:rsidTr="00F654EB">
        <w:tc>
          <w:tcPr>
            <w:tcW w:w="1956" w:type="dxa"/>
          </w:tcPr>
          <w:p w14:paraId="2BC466AD" w14:textId="77777777" w:rsidR="00ED04C8" w:rsidRDefault="00ED04C8" w:rsidP="003F3B4E">
            <w:pPr>
              <w:pStyle w:val="Brnopopis"/>
            </w:pPr>
          </w:p>
        </w:tc>
        <w:tc>
          <w:tcPr>
            <w:tcW w:w="3998" w:type="dxa"/>
          </w:tcPr>
          <w:p w14:paraId="28A3D177" w14:textId="77777777" w:rsidR="00ED04C8" w:rsidRDefault="00ED04C8" w:rsidP="003F3B4E">
            <w:pPr>
              <w:pStyle w:val="Brnopopistext"/>
            </w:pPr>
          </w:p>
        </w:tc>
        <w:tc>
          <w:tcPr>
            <w:tcW w:w="2750" w:type="dxa"/>
          </w:tcPr>
          <w:p w14:paraId="2FA79B2C" w14:textId="77777777" w:rsidR="00ED04C8" w:rsidRPr="00416897" w:rsidRDefault="00ED04C8" w:rsidP="003F3B4E">
            <w:pPr>
              <w:pStyle w:val="Brnopopis"/>
            </w:pPr>
          </w:p>
        </w:tc>
        <w:tc>
          <w:tcPr>
            <w:tcW w:w="936" w:type="dxa"/>
          </w:tcPr>
          <w:p w14:paraId="4BF8B1C3" w14:textId="77777777" w:rsidR="00ED04C8" w:rsidRDefault="00ED04C8" w:rsidP="003F3B4E">
            <w:pPr>
              <w:pStyle w:val="Brnopopistext"/>
            </w:pPr>
          </w:p>
        </w:tc>
      </w:tr>
      <w:tr w:rsidR="002A080D" w14:paraId="621D6DCE" w14:textId="77777777" w:rsidTr="00F654EB">
        <w:tc>
          <w:tcPr>
            <w:tcW w:w="1956" w:type="dxa"/>
          </w:tcPr>
          <w:p w14:paraId="09A39586" w14:textId="77777777" w:rsidR="002A080D" w:rsidRDefault="002A080D" w:rsidP="003F3B4E">
            <w:pPr>
              <w:pStyle w:val="Brnopopis"/>
            </w:pPr>
          </w:p>
        </w:tc>
        <w:tc>
          <w:tcPr>
            <w:tcW w:w="3998" w:type="dxa"/>
          </w:tcPr>
          <w:p w14:paraId="63ABDEF7" w14:textId="77777777" w:rsidR="002A080D" w:rsidRDefault="002A080D" w:rsidP="003F3B4E">
            <w:pPr>
              <w:pStyle w:val="Brnopopistext"/>
            </w:pPr>
          </w:p>
        </w:tc>
        <w:tc>
          <w:tcPr>
            <w:tcW w:w="2750" w:type="dxa"/>
          </w:tcPr>
          <w:p w14:paraId="539586CA" w14:textId="77777777" w:rsidR="002A080D" w:rsidRPr="00416897" w:rsidRDefault="002A080D" w:rsidP="003F3B4E">
            <w:pPr>
              <w:pStyle w:val="Brnopopis"/>
            </w:pPr>
          </w:p>
        </w:tc>
        <w:tc>
          <w:tcPr>
            <w:tcW w:w="936" w:type="dxa"/>
          </w:tcPr>
          <w:p w14:paraId="2A60E427" w14:textId="77777777" w:rsidR="002A080D" w:rsidRDefault="002A080D" w:rsidP="003F3B4E">
            <w:pPr>
              <w:pStyle w:val="Brnopopistext"/>
            </w:pPr>
          </w:p>
        </w:tc>
      </w:tr>
    </w:tbl>
    <w:p w14:paraId="1E0A562C" w14:textId="3D39AF6E" w:rsidR="00B601B1" w:rsidRPr="00BC373F" w:rsidRDefault="00E4540F" w:rsidP="00F97D7C">
      <w:pPr>
        <w:pStyle w:val="Normlntun"/>
      </w:pPr>
      <w:r>
        <w:t>P</w:t>
      </w:r>
      <w:r w:rsidR="00BB1F9A">
        <w:t>oskytnutí informací</w:t>
      </w:r>
      <w:r w:rsidR="003E6A9B">
        <w:t xml:space="preserve"> ve smyslu zákona č. 106/1999 Sb., o svobodném přístupu k informacím, ve znění pozdějších předpisů – poskytnutí </w:t>
      </w:r>
      <w:r>
        <w:t xml:space="preserve">příloh informační koncepce </w:t>
      </w:r>
      <w:r w:rsidR="0069529A">
        <w:t>statutárního města Brna</w:t>
      </w:r>
    </w:p>
    <w:p w14:paraId="0D98A3C3" w14:textId="77777777" w:rsidR="00F97D7C" w:rsidRDefault="00F97D7C" w:rsidP="002D0D4B"/>
    <w:p w14:paraId="33CF3826" w14:textId="77777777" w:rsidR="00F97D7C" w:rsidRDefault="00F97D7C" w:rsidP="002D0D4B"/>
    <w:p w14:paraId="2FA9C825" w14:textId="77777777" w:rsidR="00F97D7C" w:rsidRDefault="006C1A1F" w:rsidP="002D0D4B">
      <w:r>
        <w:t>Vážený pane</w:t>
      </w:r>
      <w:r w:rsidR="002771BC">
        <w:t>,</w:t>
      </w:r>
    </w:p>
    <w:p w14:paraId="1F701214" w14:textId="77777777" w:rsidR="00F97D7C" w:rsidRDefault="00F97D7C" w:rsidP="002D0D4B"/>
    <w:p w14:paraId="5EB61821" w14:textId="4A0E19B4" w:rsidR="00F625DC" w:rsidRDefault="00572636" w:rsidP="000C4F05">
      <w:r>
        <w:t xml:space="preserve">dne </w:t>
      </w:r>
      <w:r w:rsidR="008E1116">
        <w:t>2</w:t>
      </w:r>
      <w:r w:rsidR="00F625DC">
        <w:t>0</w:t>
      </w:r>
      <w:r w:rsidR="008E1116">
        <w:t xml:space="preserve">. </w:t>
      </w:r>
      <w:r w:rsidR="006C1A1F">
        <w:t>0</w:t>
      </w:r>
      <w:r w:rsidR="00F625DC">
        <w:t>8</w:t>
      </w:r>
      <w:r w:rsidR="0031159C">
        <w:t>.</w:t>
      </w:r>
      <w:r w:rsidR="00F625DC">
        <w:t xml:space="preserve"> </w:t>
      </w:r>
      <w:r w:rsidRPr="00402928">
        <w:t>20</w:t>
      </w:r>
      <w:r w:rsidR="006C1A1F">
        <w:t>21</w:t>
      </w:r>
      <w:r>
        <w:t xml:space="preserve"> byl</w:t>
      </w:r>
      <w:r w:rsidR="0069529A">
        <w:t>o</w:t>
      </w:r>
      <w:r>
        <w:t xml:space="preserve"> na Magistrát města Brna doručen</w:t>
      </w:r>
      <w:r w:rsidR="00F625DC">
        <w:t>o</w:t>
      </w:r>
      <w:r>
        <w:t xml:space="preserve"> Vaše</w:t>
      </w:r>
      <w:r w:rsidR="00F625DC">
        <w:t xml:space="preserve"> odvolání </w:t>
      </w:r>
      <w:r w:rsidR="00C64B8C">
        <w:t xml:space="preserve">proti rozhodnutí o částečném odmítnutí žádosti o poskytnutí informací č.j. </w:t>
      </w:r>
      <w:r w:rsidR="00C64B8C" w:rsidRPr="000248C2">
        <w:t>MMB/</w:t>
      </w:r>
      <w:r w:rsidR="00C64B8C">
        <w:t xml:space="preserve">0417266/2021 ze dne 11.08.2021. Na základě podaného odvolání bylo rozhodnuto o </w:t>
      </w:r>
      <w:r w:rsidR="00EC6D38">
        <w:t xml:space="preserve">zrušení vydaného rozhodnutí a </w:t>
      </w:r>
      <w:r w:rsidR="0069529A">
        <w:t xml:space="preserve">o </w:t>
      </w:r>
      <w:r w:rsidR="00EC6D38">
        <w:t>poskytnutí příloh informační koncepce SMB</w:t>
      </w:r>
      <w:r w:rsidR="007D2ABC">
        <w:t>, které byly poskytnuty k atestaci.</w:t>
      </w:r>
    </w:p>
    <w:p w14:paraId="20EF9B69" w14:textId="4039CBA5" w:rsidR="00030EF3" w:rsidRDefault="00030EF3" w:rsidP="000C4F05"/>
    <w:p w14:paraId="2329CAFC" w14:textId="6A1A812C" w:rsidR="00C009F2" w:rsidRDefault="00030EF3" w:rsidP="000C4F05">
      <w:r>
        <w:t>Požadovaný materiál</w:t>
      </w:r>
      <w:r w:rsidR="00617502">
        <w:t xml:space="preserve"> obsahující</w:t>
      </w:r>
      <w:r>
        <w:t xml:space="preserve"> </w:t>
      </w:r>
      <w:r w:rsidR="007D2ABC">
        <w:t xml:space="preserve">přílohy </w:t>
      </w:r>
      <w:r w:rsidR="00617502">
        <w:t>informační koncepc</w:t>
      </w:r>
      <w:r w:rsidR="007D2ABC">
        <w:t>e</w:t>
      </w:r>
      <w:r w:rsidR="00617502">
        <w:t xml:space="preserve"> </w:t>
      </w:r>
      <w:r w:rsidR="00F072A7">
        <w:t xml:space="preserve">statutárního města Brna </w:t>
      </w:r>
      <w:r w:rsidR="006C0A60">
        <w:t>zasílá</w:t>
      </w:r>
      <w:r>
        <w:t>me v příloze.</w:t>
      </w:r>
      <w:r w:rsidR="00617502">
        <w:t xml:space="preserve"> </w:t>
      </w:r>
    </w:p>
    <w:p w14:paraId="15DA5C17" w14:textId="77777777" w:rsidR="007D2ABC" w:rsidRDefault="007D2ABC" w:rsidP="000C4F05"/>
    <w:p w14:paraId="155CF619" w14:textId="77777777" w:rsidR="00BB1F9A" w:rsidRDefault="00BB1F9A" w:rsidP="000C4F05"/>
    <w:p w14:paraId="2A59DAAD" w14:textId="77777777" w:rsidR="000C4F05" w:rsidRDefault="000C4F05" w:rsidP="000C4F05">
      <w:r>
        <w:t>S pozdravem</w:t>
      </w:r>
    </w:p>
    <w:p w14:paraId="5426DE29" w14:textId="77777777" w:rsidR="000C4F05" w:rsidRPr="00D21895" w:rsidRDefault="000C4F05" w:rsidP="000C4F05"/>
    <w:p w14:paraId="7225B763" w14:textId="77777777" w:rsidR="008340C6" w:rsidRPr="00D21895" w:rsidRDefault="008340C6" w:rsidP="00F310C2"/>
    <w:p w14:paraId="2BF951C5" w14:textId="77777777" w:rsidR="00D21895" w:rsidRPr="00D21895" w:rsidRDefault="00D21895" w:rsidP="00F310C2"/>
    <w:p w14:paraId="16C2AF56" w14:textId="77777777" w:rsidR="008340C6" w:rsidRPr="00D21895" w:rsidRDefault="008340C6" w:rsidP="00F310C2"/>
    <w:p w14:paraId="45CD35A2" w14:textId="77777777" w:rsidR="00F310C2" w:rsidRDefault="008340C6" w:rsidP="00F310C2">
      <w:r>
        <w:t>Ing. David Menšík</w:t>
      </w:r>
    </w:p>
    <w:p w14:paraId="6C8F54F3" w14:textId="45A658BC" w:rsidR="00F310C2" w:rsidRDefault="008340C6" w:rsidP="00F310C2">
      <w:r>
        <w:t xml:space="preserve">vedoucí </w:t>
      </w:r>
      <w:r w:rsidR="00E91190">
        <w:t>O</w:t>
      </w:r>
      <w:r>
        <w:t>dboru městské informatiky</w:t>
      </w:r>
    </w:p>
    <w:p w14:paraId="51BAEAF5" w14:textId="77777777" w:rsidR="00C65212" w:rsidRDefault="00C65212" w:rsidP="00F310C2"/>
    <w:p w14:paraId="0AD49C70" w14:textId="77777777" w:rsidR="00C65212" w:rsidRDefault="00C65212" w:rsidP="00F310C2"/>
    <w:p w14:paraId="19822997" w14:textId="77777777" w:rsidR="006C0A60" w:rsidRDefault="006C0A60" w:rsidP="00F310C2"/>
    <w:p w14:paraId="31824279" w14:textId="77777777" w:rsidR="006C0A60" w:rsidRDefault="006C0A60" w:rsidP="00F310C2"/>
    <w:p w14:paraId="6D3CF3C5" w14:textId="6379BA92" w:rsidR="00C65212" w:rsidRPr="00C53462" w:rsidRDefault="00C65212" w:rsidP="00C65212">
      <w:pPr>
        <w:pStyle w:val="Brnopopis"/>
        <w:rPr>
          <w:color w:val="auto"/>
        </w:rPr>
      </w:pPr>
      <w:r w:rsidRPr="00C20C3C">
        <w:t>P</w:t>
      </w:r>
      <w:r>
        <w:t>ŘÍ</w:t>
      </w:r>
      <w:r w:rsidRPr="00C20C3C">
        <w:t>LOH</w:t>
      </w:r>
      <w:r w:rsidR="006A7163">
        <w:t>A</w:t>
      </w:r>
      <w:r w:rsidRPr="00C20C3C">
        <w:t>:</w:t>
      </w:r>
      <w:r>
        <w:t xml:space="preserve"> </w:t>
      </w:r>
      <w:r w:rsidR="006A7163" w:rsidRPr="006A7163">
        <w:rPr>
          <w:color w:val="auto"/>
        </w:rPr>
        <w:t>PŘÍLOHY</w:t>
      </w:r>
      <w:r w:rsidRPr="006A7163">
        <w:rPr>
          <w:color w:val="auto"/>
        </w:rPr>
        <w:t xml:space="preserve"> </w:t>
      </w:r>
      <w:r w:rsidR="00C53462">
        <w:rPr>
          <w:color w:val="auto"/>
        </w:rPr>
        <w:t>informační koncepce isvs statutární město brno magistrát města brna</w:t>
      </w:r>
    </w:p>
    <w:p w14:paraId="5660C846" w14:textId="77777777" w:rsidR="00F310C2" w:rsidRDefault="00F310C2" w:rsidP="00F310C2"/>
    <w:p w14:paraId="59EFFB12" w14:textId="77777777" w:rsidR="00F310C2" w:rsidRDefault="00F310C2" w:rsidP="00F310C2"/>
    <w:p w14:paraId="667FD2FA" w14:textId="77777777" w:rsidR="00F310C2" w:rsidRDefault="00F310C2" w:rsidP="00F310C2">
      <w:pPr>
        <w:tabs>
          <w:tab w:val="left" w:pos="1985"/>
        </w:tabs>
      </w:pPr>
    </w:p>
    <w:p w14:paraId="50CDC12C" w14:textId="77777777" w:rsidR="000C4F05" w:rsidRPr="000C4F05" w:rsidRDefault="000C4F05" w:rsidP="000C7755">
      <w:pPr>
        <w:rPr>
          <w:sz w:val="2"/>
          <w:szCs w:val="2"/>
        </w:rPr>
      </w:pPr>
    </w:p>
    <w:sectPr w:rsidR="000C4F05" w:rsidRPr="000C4F05" w:rsidSect="004226F0">
      <w:footerReference w:type="default" r:id="rId7"/>
      <w:headerReference w:type="first" r:id="rId8"/>
      <w:footerReference w:type="first" r:id="rId9"/>
      <w:pgSz w:w="11906" w:h="16838" w:code="9"/>
      <w:pgMar w:top="1418" w:right="1134" w:bottom="1701" w:left="1134" w:header="1106" w:footer="53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40D482" w14:textId="77777777" w:rsidR="00242F15" w:rsidRDefault="00242F15" w:rsidP="0018303A">
      <w:pPr>
        <w:spacing w:line="240" w:lineRule="auto"/>
      </w:pPr>
      <w:r>
        <w:separator/>
      </w:r>
    </w:p>
  </w:endnote>
  <w:endnote w:type="continuationSeparator" w:id="0">
    <w:p w14:paraId="3ADB9931" w14:textId="77777777" w:rsidR="00242F15" w:rsidRDefault="00242F15" w:rsidP="001830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42448769"/>
      <w:docPartObj>
        <w:docPartGallery w:val="Page Numbers (Bottom of Page)"/>
        <w:docPartUnique/>
      </w:docPartObj>
    </w:sdtPr>
    <w:sdtEndPr/>
    <w:sdtContent>
      <w:p w14:paraId="63FA6BC2" w14:textId="77777777" w:rsidR="000D1549" w:rsidRDefault="000D154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0A60">
          <w:rPr>
            <w:noProof/>
          </w:rPr>
          <w:t>2</w:t>
        </w:r>
        <w:r>
          <w:fldChar w:fldCharType="end"/>
        </w:r>
      </w:p>
    </w:sdtContent>
  </w:sdt>
  <w:p w14:paraId="1904DD14" w14:textId="77777777" w:rsidR="00B64224" w:rsidRDefault="00B64224" w:rsidP="00656404">
    <w:pPr>
      <w:pStyle w:val="strankovan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C4B874" w14:textId="77777777" w:rsidR="004226F0" w:rsidRDefault="004226F0" w:rsidP="004226F0">
    <w:pPr>
      <w:pStyle w:val="Zpat"/>
    </w:pPr>
    <w:r>
      <w:t xml:space="preserve">Statutární město Brno </w:t>
    </w:r>
    <w:r w:rsidRPr="00874A3B">
      <w:rPr>
        <w:color w:val="ED1C24" w:themeColor="accent1"/>
      </w:rPr>
      <w:t>|</w:t>
    </w:r>
    <w:r>
      <w:t xml:space="preserve"> Magistrát města Brna </w:t>
    </w:r>
    <w:r w:rsidRPr="00874A3B">
      <w:rPr>
        <w:color w:val="ED1C24" w:themeColor="accent1"/>
      </w:rPr>
      <w:t>|</w:t>
    </w:r>
    <w:r w:rsidR="00026CBE">
      <w:t xml:space="preserve"> Odbor městské informatiky</w:t>
    </w:r>
  </w:p>
  <w:p w14:paraId="32E4FFE7" w14:textId="77777777" w:rsidR="004226F0" w:rsidRDefault="00802F5E" w:rsidP="004226F0">
    <w:pPr>
      <w:pStyle w:val="Zpat"/>
    </w:pPr>
    <w:r>
      <w:t>Malinovského nám. 3</w:t>
    </w:r>
    <w:r w:rsidR="004226F0">
      <w:t xml:space="preserve"> </w:t>
    </w:r>
    <w:r w:rsidR="004226F0" w:rsidRPr="00874A3B">
      <w:rPr>
        <w:color w:val="ED1C24" w:themeColor="accent1"/>
      </w:rPr>
      <w:t>|</w:t>
    </w:r>
    <w:r w:rsidR="004226F0">
      <w:t xml:space="preserve"> 601 67  </w:t>
    </w:r>
    <w:r w:rsidR="004226F0" w:rsidRPr="00656404">
      <w:t>Brno</w:t>
    </w:r>
    <w:r w:rsidR="004226F0">
      <w:t xml:space="preserve"> </w:t>
    </w:r>
    <w:r w:rsidR="004226F0" w:rsidRPr="00874A3B">
      <w:rPr>
        <w:color w:val="ED1C24" w:themeColor="accent1"/>
      </w:rPr>
      <w:t>|</w:t>
    </w:r>
    <w:r w:rsidR="004226F0">
      <w:t xml:space="preserve"> </w:t>
    </w:r>
    <w:r w:rsidR="004226F0" w:rsidRPr="00656404">
      <w:t>www.brno.cz</w:t>
    </w:r>
  </w:p>
  <w:p w14:paraId="163A03FB" w14:textId="77777777" w:rsidR="004226F0" w:rsidRDefault="004226F0" w:rsidP="004226F0">
    <w:pPr>
      <w:pStyle w:val="strankovani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1" layoutInCell="1" allowOverlap="1" wp14:anchorId="1539BF0D" wp14:editId="6363163C">
              <wp:simplePos x="0" y="0"/>
              <wp:positionH relativeFrom="page">
                <wp:posOffset>720090</wp:posOffset>
              </wp:positionH>
              <wp:positionV relativeFrom="page">
                <wp:posOffset>9721215</wp:posOffset>
              </wp:positionV>
              <wp:extent cx="6120000" cy="0"/>
              <wp:effectExtent l="0" t="0" r="0" b="0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635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E9E7ED7" id="Přímá spojnice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56.7pt,765.45pt" to="538.6pt,7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" strokecolor="#ed1c24 [3204]" strokeweight=".5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4933D7" w14:textId="77777777" w:rsidR="00242F15" w:rsidRDefault="00242F15" w:rsidP="0018303A">
      <w:pPr>
        <w:spacing w:line="240" w:lineRule="auto"/>
      </w:pPr>
      <w:r>
        <w:separator/>
      </w:r>
    </w:p>
  </w:footnote>
  <w:footnote w:type="continuationSeparator" w:id="0">
    <w:p w14:paraId="25C5DB9D" w14:textId="77777777" w:rsidR="00242F15" w:rsidRDefault="00242F15" w:rsidP="0018303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52048F" w14:textId="77777777" w:rsidR="004226F0" w:rsidRPr="00077C50" w:rsidRDefault="004226F0" w:rsidP="004226F0">
    <w:pPr>
      <w:pStyle w:val="ZhlavBrno"/>
    </w:pPr>
    <w:r>
      <w:drawing>
        <wp:anchor distT="0" distB="0" distL="114300" distR="114300" simplePos="0" relativeHeight="251665408" behindDoc="0" locked="1" layoutInCell="1" allowOverlap="1" wp14:anchorId="657E13BF" wp14:editId="30C874E8">
          <wp:simplePos x="0" y="0"/>
          <wp:positionH relativeFrom="page">
            <wp:posOffset>5281930</wp:posOffset>
          </wp:positionH>
          <wp:positionV relativeFrom="page">
            <wp:posOffset>713105</wp:posOffset>
          </wp:positionV>
          <wp:extent cx="1573200" cy="3636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rno_logo_barva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3200" cy="36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C5625">
      <w:t>Statutární m</w:t>
    </w:r>
    <w:r>
      <w:t>ě</w:t>
    </w:r>
    <w:r w:rsidRPr="007C5625">
      <w:t>sto Brno</w:t>
    </w:r>
  </w:p>
  <w:p w14:paraId="7F85BC3C" w14:textId="77777777" w:rsidR="004226F0" w:rsidRDefault="004226F0" w:rsidP="004226F0">
    <w:pPr>
      <w:pStyle w:val="Zhlav"/>
    </w:pPr>
    <w:r>
      <w:t>Magistrát města Brna</w:t>
    </w:r>
  </w:p>
  <w:p w14:paraId="48934547" w14:textId="77777777" w:rsidR="004226F0" w:rsidRDefault="00026CBE" w:rsidP="004226F0">
    <w:pPr>
      <w:pStyle w:val="Zhlav"/>
    </w:pPr>
    <w:r>
      <w:t>Odbor městské informatiky</w:t>
    </w:r>
  </w:p>
  <w:p w14:paraId="54D59BD2" w14:textId="77777777" w:rsidR="004226F0" w:rsidRDefault="004226F0">
    <w:pPr>
      <w:pStyle w:val="Zhlav"/>
    </w:pPr>
    <w:bookmarkStart w:id="0" w:name="_Hlk515538175"/>
  </w:p>
  <w:bookmarkEnd w:id="0"/>
  <w:p w14:paraId="21C797C4" w14:textId="77777777" w:rsidR="004226F0" w:rsidRDefault="004226F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attachedTemplate r:id="rId1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141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768"/>
    <w:rsid w:val="000066D9"/>
    <w:rsid w:val="00016148"/>
    <w:rsid w:val="00017430"/>
    <w:rsid w:val="00026CBE"/>
    <w:rsid w:val="00030EF3"/>
    <w:rsid w:val="00041778"/>
    <w:rsid w:val="00042715"/>
    <w:rsid w:val="000477F9"/>
    <w:rsid w:val="00064A86"/>
    <w:rsid w:val="00077C50"/>
    <w:rsid w:val="00081605"/>
    <w:rsid w:val="000929FD"/>
    <w:rsid w:val="000A0F4A"/>
    <w:rsid w:val="000C4F05"/>
    <w:rsid w:val="000C7755"/>
    <w:rsid w:val="000D1549"/>
    <w:rsid w:val="000D725C"/>
    <w:rsid w:val="000E125F"/>
    <w:rsid w:val="00150BFC"/>
    <w:rsid w:val="00154DAD"/>
    <w:rsid w:val="00166668"/>
    <w:rsid w:val="00176987"/>
    <w:rsid w:val="0018303A"/>
    <w:rsid w:val="001B02CE"/>
    <w:rsid w:val="001C4E6C"/>
    <w:rsid w:val="001C650D"/>
    <w:rsid w:val="001D4C02"/>
    <w:rsid w:val="001E5D21"/>
    <w:rsid w:val="001E700A"/>
    <w:rsid w:val="00202187"/>
    <w:rsid w:val="00206B13"/>
    <w:rsid w:val="00207BDB"/>
    <w:rsid w:val="002339D8"/>
    <w:rsid w:val="00242F15"/>
    <w:rsid w:val="0026713C"/>
    <w:rsid w:val="00275BD0"/>
    <w:rsid w:val="002771BC"/>
    <w:rsid w:val="00284095"/>
    <w:rsid w:val="00286AC5"/>
    <w:rsid w:val="002A080D"/>
    <w:rsid w:val="002A2DF7"/>
    <w:rsid w:val="002D0D4B"/>
    <w:rsid w:val="002E2D33"/>
    <w:rsid w:val="002E2D7A"/>
    <w:rsid w:val="003065C8"/>
    <w:rsid w:val="0031159C"/>
    <w:rsid w:val="003140D5"/>
    <w:rsid w:val="003160DE"/>
    <w:rsid w:val="00332617"/>
    <w:rsid w:val="00385C09"/>
    <w:rsid w:val="003977C0"/>
    <w:rsid w:val="003A0207"/>
    <w:rsid w:val="003C399B"/>
    <w:rsid w:val="003E6A9B"/>
    <w:rsid w:val="003F3B4E"/>
    <w:rsid w:val="003F5A25"/>
    <w:rsid w:val="003F7E16"/>
    <w:rsid w:val="00402928"/>
    <w:rsid w:val="00403B47"/>
    <w:rsid w:val="00416897"/>
    <w:rsid w:val="004226F0"/>
    <w:rsid w:val="00450B2E"/>
    <w:rsid w:val="00453374"/>
    <w:rsid w:val="00464E1D"/>
    <w:rsid w:val="00464F6E"/>
    <w:rsid w:val="00471338"/>
    <w:rsid w:val="004920BE"/>
    <w:rsid w:val="00530251"/>
    <w:rsid w:val="00534A85"/>
    <w:rsid w:val="00572636"/>
    <w:rsid w:val="00595193"/>
    <w:rsid w:val="0059545A"/>
    <w:rsid w:val="005B57AF"/>
    <w:rsid w:val="005C0A44"/>
    <w:rsid w:val="005D25DD"/>
    <w:rsid w:val="00617502"/>
    <w:rsid w:val="00633B5A"/>
    <w:rsid w:val="0065357C"/>
    <w:rsid w:val="00655928"/>
    <w:rsid w:val="00656404"/>
    <w:rsid w:val="00660F72"/>
    <w:rsid w:val="006752BF"/>
    <w:rsid w:val="00686E63"/>
    <w:rsid w:val="0069529A"/>
    <w:rsid w:val="006A5F79"/>
    <w:rsid w:val="006A7163"/>
    <w:rsid w:val="006C0A60"/>
    <w:rsid w:val="006C1A1F"/>
    <w:rsid w:val="006C412D"/>
    <w:rsid w:val="006E287A"/>
    <w:rsid w:val="006E2B21"/>
    <w:rsid w:val="006E2EE4"/>
    <w:rsid w:val="006F31C0"/>
    <w:rsid w:val="006F6019"/>
    <w:rsid w:val="006F6FB2"/>
    <w:rsid w:val="00712B2B"/>
    <w:rsid w:val="00727D62"/>
    <w:rsid w:val="00732B07"/>
    <w:rsid w:val="00734E65"/>
    <w:rsid w:val="0074551F"/>
    <w:rsid w:val="00747C3F"/>
    <w:rsid w:val="00750FC1"/>
    <w:rsid w:val="00764C59"/>
    <w:rsid w:val="00766FD7"/>
    <w:rsid w:val="00787F47"/>
    <w:rsid w:val="007B55AB"/>
    <w:rsid w:val="007B6C4E"/>
    <w:rsid w:val="007C04D9"/>
    <w:rsid w:val="007C5625"/>
    <w:rsid w:val="007D1D46"/>
    <w:rsid w:val="007D2ABC"/>
    <w:rsid w:val="007E0E08"/>
    <w:rsid w:val="007E2892"/>
    <w:rsid w:val="008019B0"/>
    <w:rsid w:val="00802F5E"/>
    <w:rsid w:val="008178A8"/>
    <w:rsid w:val="00825DA8"/>
    <w:rsid w:val="008340C6"/>
    <w:rsid w:val="00846BD3"/>
    <w:rsid w:val="00867EAC"/>
    <w:rsid w:val="00874A3B"/>
    <w:rsid w:val="00891E72"/>
    <w:rsid w:val="008A11B2"/>
    <w:rsid w:val="008A6ED8"/>
    <w:rsid w:val="008B7372"/>
    <w:rsid w:val="008E1116"/>
    <w:rsid w:val="008E27A9"/>
    <w:rsid w:val="008E7F7B"/>
    <w:rsid w:val="008F32A8"/>
    <w:rsid w:val="008F4EF8"/>
    <w:rsid w:val="0091285D"/>
    <w:rsid w:val="00915002"/>
    <w:rsid w:val="00937F15"/>
    <w:rsid w:val="00942066"/>
    <w:rsid w:val="00945055"/>
    <w:rsid w:val="009505BA"/>
    <w:rsid w:val="00952737"/>
    <w:rsid w:val="00955705"/>
    <w:rsid w:val="0096032D"/>
    <w:rsid w:val="009A31A8"/>
    <w:rsid w:val="009A685B"/>
    <w:rsid w:val="009E6F6A"/>
    <w:rsid w:val="009E797C"/>
    <w:rsid w:val="00A46C6C"/>
    <w:rsid w:val="00A600D7"/>
    <w:rsid w:val="00A63768"/>
    <w:rsid w:val="00A87651"/>
    <w:rsid w:val="00A907CD"/>
    <w:rsid w:val="00A96B9A"/>
    <w:rsid w:val="00AA1D7E"/>
    <w:rsid w:val="00AA6D2F"/>
    <w:rsid w:val="00AC0525"/>
    <w:rsid w:val="00AD6D63"/>
    <w:rsid w:val="00AE2798"/>
    <w:rsid w:val="00AF21C5"/>
    <w:rsid w:val="00AF344B"/>
    <w:rsid w:val="00B46F3D"/>
    <w:rsid w:val="00B57A62"/>
    <w:rsid w:val="00B601B1"/>
    <w:rsid w:val="00B60C47"/>
    <w:rsid w:val="00B64224"/>
    <w:rsid w:val="00B66EF3"/>
    <w:rsid w:val="00B72582"/>
    <w:rsid w:val="00B748BD"/>
    <w:rsid w:val="00B76C73"/>
    <w:rsid w:val="00B770D3"/>
    <w:rsid w:val="00B95C59"/>
    <w:rsid w:val="00BB1F9A"/>
    <w:rsid w:val="00BB317D"/>
    <w:rsid w:val="00BC373F"/>
    <w:rsid w:val="00BD1A52"/>
    <w:rsid w:val="00BD747F"/>
    <w:rsid w:val="00BF0B99"/>
    <w:rsid w:val="00C009F2"/>
    <w:rsid w:val="00C04679"/>
    <w:rsid w:val="00C059BA"/>
    <w:rsid w:val="00C52478"/>
    <w:rsid w:val="00C53462"/>
    <w:rsid w:val="00C56518"/>
    <w:rsid w:val="00C63265"/>
    <w:rsid w:val="00C64B8C"/>
    <w:rsid w:val="00C65212"/>
    <w:rsid w:val="00C7285B"/>
    <w:rsid w:val="00C75BCC"/>
    <w:rsid w:val="00C831F5"/>
    <w:rsid w:val="00C86D0F"/>
    <w:rsid w:val="00CE069D"/>
    <w:rsid w:val="00CE7DDE"/>
    <w:rsid w:val="00D208C3"/>
    <w:rsid w:val="00D21895"/>
    <w:rsid w:val="00D36980"/>
    <w:rsid w:val="00D57378"/>
    <w:rsid w:val="00D923C5"/>
    <w:rsid w:val="00DA5650"/>
    <w:rsid w:val="00DF45A6"/>
    <w:rsid w:val="00DF7C2A"/>
    <w:rsid w:val="00E04875"/>
    <w:rsid w:val="00E36CB4"/>
    <w:rsid w:val="00E4540F"/>
    <w:rsid w:val="00E54FEA"/>
    <w:rsid w:val="00E5709D"/>
    <w:rsid w:val="00E73AA7"/>
    <w:rsid w:val="00E8097D"/>
    <w:rsid w:val="00E874E7"/>
    <w:rsid w:val="00E91190"/>
    <w:rsid w:val="00E93981"/>
    <w:rsid w:val="00EA1324"/>
    <w:rsid w:val="00EA40AB"/>
    <w:rsid w:val="00EC068C"/>
    <w:rsid w:val="00EC5800"/>
    <w:rsid w:val="00EC6D38"/>
    <w:rsid w:val="00ED04C8"/>
    <w:rsid w:val="00ED2E64"/>
    <w:rsid w:val="00EF031B"/>
    <w:rsid w:val="00EF713F"/>
    <w:rsid w:val="00F072A7"/>
    <w:rsid w:val="00F27B6C"/>
    <w:rsid w:val="00F310C2"/>
    <w:rsid w:val="00F43D68"/>
    <w:rsid w:val="00F625DC"/>
    <w:rsid w:val="00F654EB"/>
    <w:rsid w:val="00F729C4"/>
    <w:rsid w:val="00F877AB"/>
    <w:rsid w:val="00F97D7C"/>
    <w:rsid w:val="00FA4507"/>
    <w:rsid w:val="00FB7030"/>
    <w:rsid w:val="00FC2461"/>
    <w:rsid w:val="00FE5D88"/>
    <w:rsid w:val="00FE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4A65E4"/>
  <w15:chartTrackingRefBased/>
  <w15:docId w15:val="{675E9D0A-5392-47CF-8324-45C74090F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7378"/>
    <w:pPr>
      <w:spacing w:after="0" w:line="300" w:lineRule="auto"/>
      <w:jc w:val="both"/>
    </w:pPr>
    <w:rPr>
      <w:rFonts w:ascii="Arial" w:hAnsi="Arial"/>
      <w:color w:val="414142" w:themeColor="accent4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D57378"/>
    <w:pPr>
      <w:keepNext/>
      <w:keepLines/>
      <w:spacing w:before="240"/>
      <w:jc w:val="left"/>
      <w:outlineLvl w:val="0"/>
    </w:pPr>
    <w:rPr>
      <w:rFonts w:asciiTheme="majorHAnsi" w:eastAsiaTheme="majorEastAsia" w:hAnsiTheme="majorHAnsi" w:cstheme="majorBidi"/>
      <w:color w:val="B70E14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57378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B70E14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57378"/>
    <w:pPr>
      <w:tabs>
        <w:tab w:val="center" w:pos="4536"/>
        <w:tab w:val="right" w:pos="9072"/>
      </w:tabs>
      <w:jc w:val="left"/>
    </w:pPr>
    <w:rPr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D57378"/>
    <w:rPr>
      <w:rFonts w:ascii="Arial" w:hAnsi="Arial"/>
      <w:color w:val="414142" w:themeColor="accent4"/>
    </w:rPr>
  </w:style>
  <w:style w:type="paragraph" w:styleId="Zpat">
    <w:name w:val="footer"/>
    <w:basedOn w:val="Normln"/>
    <w:link w:val="ZpatChar"/>
    <w:uiPriority w:val="99"/>
    <w:unhideWhenUsed/>
    <w:rsid w:val="00D57378"/>
    <w:pPr>
      <w:tabs>
        <w:tab w:val="center" w:pos="4820"/>
        <w:tab w:val="left" w:pos="9667"/>
      </w:tabs>
      <w:spacing w:line="360" w:lineRule="auto"/>
      <w:ind w:right="-567"/>
      <w:jc w:val="left"/>
    </w:pPr>
    <w:rPr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D57378"/>
    <w:rPr>
      <w:rFonts w:ascii="Arial" w:hAnsi="Arial"/>
      <w:color w:val="414142" w:themeColor="accent4"/>
      <w:sz w:val="16"/>
    </w:rPr>
  </w:style>
  <w:style w:type="character" w:styleId="Hypertextovodkaz">
    <w:name w:val="Hyperlink"/>
    <w:basedOn w:val="Standardnpsmoodstavce"/>
    <w:uiPriority w:val="99"/>
    <w:unhideWhenUsed/>
    <w:rsid w:val="00B64224"/>
    <w:rPr>
      <w:color w:val="F0DDD5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64224"/>
    <w:rPr>
      <w:color w:val="808080"/>
      <w:shd w:val="clear" w:color="auto" w:fill="E6E6E6"/>
    </w:rPr>
  </w:style>
  <w:style w:type="paragraph" w:customStyle="1" w:styleId="strankovani">
    <w:name w:val="strankovani"/>
    <w:basedOn w:val="Zpat"/>
    <w:qFormat/>
    <w:rsid w:val="00656404"/>
    <w:pPr>
      <w:spacing w:line="240" w:lineRule="auto"/>
    </w:pPr>
  </w:style>
  <w:style w:type="paragraph" w:customStyle="1" w:styleId="ZhlavBrno">
    <w:name w:val="Záhlaví Brno"/>
    <w:basedOn w:val="Zhlav"/>
    <w:qFormat/>
    <w:rsid w:val="00D57378"/>
    <w:rPr>
      <w:b/>
      <w:noProof/>
      <w:color w:val="ED1C24" w:themeColor="accent1"/>
    </w:rPr>
  </w:style>
  <w:style w:type="table" w:styleId="Mkatabulky">
    <w:name w:val="Table Grid"/>
    <w:basedOn w:val="Normlntabulka"/>
    <w:uiPriority w:val="39"/>
    <w:rsid w:val="003F3B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nopopis">
    <w:name w:val="Brno_popis"/>
    <w:basedOn w:val="Normln"/>
    <w:qFormat/>
    <w:rsid w:val="00D57378"/>
    <w:pPr>
      <w:jc w:val="left"/>
    </w:pPr>
    <w:rPr>
      <w:b/>
      <w:caps/>
      <w:color w:val="ED1C24" w:themeColor="accent1"/>
      <w:sz w:val="16"/>
    </w:rPr>
  </w:style>
  <w:style w:type="paragraph" w:customStyle="1" w:styleId="Brnopopistext">
    <w:name w:val="Brno_popis_text"/>
    <w:basedOn w:val="Normln"/>
    <w:qFormat/>
    <w:rsid w:val="00D57378"/>
    <w:pPr>
      <w:jc w:val="left"/>
    </w:pPr>
    <w:rPr>
      <w:sz w:val="18"/>
    </w:rPr>
  </w:style>
  <w:style w:type="paragraph" w:customStyle="1" w:styleId="Brnonadpisohraniceni">
    <w:name w:val="Brno_nadpis_ohraniceni"/>
    <w:basedOn w:val="Normln"/>
    <w:next w:val="Normln"/>
    <w:qFormat/>
    <w:rsid w:val="00D57378"/>
    <w:pPr>
      <w:pBdr>
        <w:top w:val="single" w:sz="4" w:space="6" w:color="ED1C24" w:themeColor="accent1"/>
        <w:bottom w:val="single" w:sz="4" w:space="6" w:color="ED1C24" w:themeColor="accent1"/>
      </w:pBdr>
      <w:spacing w:before="200" w:after="200"/>
      <w:jc w:val="left"/>
    </w:pPr>
    <w:rPr>
      <w:b/>
      <w:color w:val="ED1C24" w:themeColor="accent1"/>
    </w:rPr>
  </w:style>
  <w:style w:type="paragraph" w:customStyle="1" w:styleId="Brnojmenofunkce">
    <w:name w:val="Brno_jmeno_funkce"/>
    <w:basedOn w:val="Normln"/>
    <w:next w:val="Normln"/>
    <w:qFormat/>
    <w:rsid w:val="00D57378"/>
    <w:pPr>
      <w:spacing w:before="800" w:after="800"/>
      <w:contextualSpacing/>
      <w:jc w:val="left"/>
    </w:pPr>
  </w:style>
  <w:style w:type="paragraph" w:customStyle="1" w:styleId="Normlntun">
    <w:name w:val="Normální tučně"/>
    <w:basedOn w:val="Normln"/>
    <w:next w:val="Normln"/>
    <w:qFormat/>
    <w:rsid w:val="00F97D7C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450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4507"/>
    <w:rPr>
      <w:rFonts w:ascii="Segoe UI" w:hAnsi="Segoe UI" w:cs="Segoe UI"/>
      <w:color w:val="414142" w:themeColor="accent4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D57378"/>
    <w:rPr>
      <w:rFonts w:asciiTheme="majorHAnsi" w:eastAsiaTheme="majorEastAsia" w:hAnsiTheme="majorHAnsi" w:cstheme="majorBidi"/>
      <w:color w:val="B70E14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57378"/>
    <w:rPr>
      <w:rFonts w:asciiTheme="majorHAnsi" w:eastAsiaTheme="majorEastAsia" w:hAnsiTheme="majorHAnsi" w:cstheme="majorBidi"/>
      <w:color w:val="B70E14" w:themeColor="accent1" w:themeShade="BF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D57378"/>
    <w:pPr>
      <w:spacing w:line="240" w:lineRule="auto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573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57378"/>
    <w:pPr>
      <w:numPr>
        <w:ilvl w:val="1"/>
      </w:numPr>
      <w:spacing w:after="160"/>
      <w:jc w:val="left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57378"/>
    <w:rPr>
      <w:rFonts w:eastAsiaTheme="minorEastAsia"/>
      <w:color w:val="5A5A5A" w:themeColor="text1" w:themeTint="A5"/>
      <w:spacing w:val="15"/>
    </w:rPr>
  </w:style>
  <w:style w:type="character" w:styleId="Odkaznakoment">
    <w:name w:val="annotation reference"/>
    <w:basedOn w:val="Standardnpsmoodstavce"/>
    <w:uiPriority w:val="99"/>
    <w:semiHidden/>
    <w:unhideWhenUsed/>
    <w:rsid w:val="00AD6D6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6D63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6D63"/>
    <w:rPr>
      <w:rFonts w:ascii="Arial" w:hAnsi="Arial"/>
      <w:color w:val="414142" w:themeColor="accent4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6D6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6D63"/>
    <w:rPr>
      <w:rFonts w:ascii="Arial" w:hAnsi="Arial"/>
      <w:b/>
      <w:bCs/>
      <w:color w:val="414142" w:themeColor="accent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kornai\AppData\Local\Microsoft\Windows\INetCache\Content.Outlook\WHB6APIH\Vnejsi%20dopis%201_samostatna%20pusobnost_JVS_2018.dotx" TargetMode="External"/></Relationships>
</file>

<file path=word/theme/theme1.xml><?xml version="1.0" encoding="utf-8"?>
<a:theme xmlns:a="http://schemas.openxmlformats.org/drawingml/2006/main" name="Motiv Office">
  <a:themeElements>
    <a:clrScheme name="MMB">
      <a:dk1>
        <a:sysClr val="windowText" lastClr="000000"/>
      </a:dk1>
      <a:lt1>
        <a:sysClr val="window" lastClr="FFFFFF"/>
      </a:lt1>
      <a:dk2>
        <a:srgbClr val="5C646D"/>
      </a:dk2>
      <a:lt2>
        <a:srgbClr val="E9E9EA"/>
      </a:lt2>
      <a:accent1>
        <a:srgbClr val="ED1C24"/>
      </a:accent1>
      <a:accent2>
        <a:srgbClr val="F58466"/>
      </a:accent2>
      <a:accent3>
        <a:srgbClr val="FBBEA8"/>
      </a:accent3>
      <a:accent4>
        <a:srgbClr val="414142"/>
      </a:accent4>
      <a:accent5>
        <a:srgbClr val="808285"/>
      </a:accent5>
      <a:accent6>
        <a:srgbClr val="BCBEC0"/>
      </a:accent6>
      <a:hlink>
        <a:srgbClr val="F0DDD5"/>
      </a:hlink>
      <a:folHlink>
        <a:srgbClr val="E9E9EA"/>
      </a:folHlink>
    </a:clrScheme>
    <a:fontScheme name="MMB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867CC4-6155-4ADF-98AE-08727A031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Vnejsi dopis 1_samostatna pusobnost_JVS_2018.dotx</Template>
  <TotalTime>24</TotalTime>
  <Pages>1</Pages>
  <Words>155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Pokorná Ivana</dc:creator>
  <cp:keywords/>
  <dc:description/>
  <cp:lastModifiedBy>Zajíc Ladislav (MMB)</cp:lastModifiedBy>
  <cp:revision>22</cp:revision>
  <dcterms:created xsi:type="dcterms:W3CDTF">2021-08-02T10:52:00Z</dcterms:created>
  <dcterms:modified xsi:type="dcterms:W3CDTF">2021-09-01T09:25:00Z</dcterms:modified>
</cp:coreProperties>
</file>